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77777777" w:rsidR="006E5D65" w:rsidRPr="00E960BB" w:rsidRDefault="00997F14" w:rsidP="001E7F82">
      <w:pPr>
        <w:spacing w:after="0"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1E7F8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33EC7E19" w:rsidR="0085747A" w:rsidRPr="009C54AE" w:rsidRDefault="0071620A" w:rsidP="001E7F8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1496E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33A5F">
        <w:rPr>
          <w:rFonts w:ascii="Corbel" w:hAnsi="Corbel"/>
          <w:b/>
          <w:i/>
          <w:smallCaps/>
          <w:sz w:val="24"/>
          <w:szCs w:val="24"/>
        </w:rPr>
        <w:t>202</w:t>
      </w:r>
      <w:r w:rsidR="007D771F">
        <w:rPr>
          <w:rFonts w:ascii="Corbel" w:hAnsi="Corbel"/>
          <w:b/>
          <w:i/>
          <w:smallCaps/>
          <w:sz w:val="24"/>
          <w:szCs w:val="24"/>
        </w:rPr>
        <w:t>2</w:t>
      </w:r>
      <w:r w:rsidR="00433A5F">
        <w:rPr>
          <w:rFonts w:ascii="Corbel" w:hAnsi="Corbel"/>
          <w:b/>
          <w:i/>
          <w:smallCaps/>
          <w:sz w:val="24"/>
          <w:szCs w:val="24"/>
        </w:rPr>
        <w:t xml:space="preserve"> - 202</w:t>
      </w:r>
      <w:r w:rsidR="007D771F">
        <w:rPr>
          <w:rFonts w:ascii="Corbel" w:hAnsi="Corbel"/>
          <w:b/>
          <w:i/>
          <w:smallCaps/>
          <w:sz w:val="24"/>
          <w:szCs w:val="24"/>
        </w:rPr>
        <w:t>5</w:t>
      </w:r>
    </w:p>
    <w:p w14:paraId="19345D10" w14:textId="77777777" w:rsidR="0085747A" w:rsidRDefault="00EA4832" w:rsidP="001E7F82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34744660" w:rsidR="00445970" w:rsidRPr="00EA4832" w:rsidRDefault="00445970" w:rsidP="001E7F82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33A5F">
        <w:rPr>
          <w:rFonts w:ascii="Corbel" w:hAnsi="Corbel"/>
          <w:b/>
          <w:sz w:val="20"/>
          <w:szCs w:val="20"/>
        </w:rPr>
        <w:t>202</w:t>
      </w:r>
      <w:r w:rsidR="007D771F">
        <w:rPr>
          <w:rFonts w:ascii="Corbel" w:hAnsi="Corbel"/>
          <w:b/>
          <w:sz w:val="20"/>
          <w:szCs w:val="20"/>
        </w:rPr>
        <w:t>3</w:t>
      </w:r>
      <w:r w:rsidR="00433A5F">
        <w:rPr>
          <w:rFonts w:ascii="Corbel" w:hAnsi="Corbel"/>
          <w:b/>
          <w:sz w:val="20"/>
          <w:szCs w:val="20"/>
        </w:rPr>
        <w:t>/202</w:t>
      </w:r>
      <w:r w:rsidR="007D771F">
        <w:rPr>
          <w:rFonts w:ascii="Corbel" w:hAnsi="Corbel"/>
          <w:b/>
          <w:sz w:val="20"/>
          <w:szCs w:val="20"/>
        </w:rPr>
        <w:t>4</w:t>
      </w:r>
    </w:p>
    <w:p w14:paraId="058B45FA" w14:textId="77777777" w:rsidR="0085747A" w:rsidRPr="009C54AE" w:rsidRDefault="0085747A" w:rsidP="001E7F82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1E7F8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6E9A" w:rsidRPr="009C54AE" w14:paraId="4E298DD6" w14:textId="77777777" w:rsidTr="00B06E9A">
        <w:tc>
          <w:tcPr>
            <w:tcW w:w="2694" w:type="dxa"/>
            <w:vAlign w:val="center"/>
          </w:tcPr>
          <w:p w14:paraId="1744B3DC" w14:textId="77777777" w:rsidR="00B06E9A" w:rsidRPr="009C54AE" w:rsidRDefault="00B06E9A" w:rsidP="001E7F8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C1A99B" w14:textId="599BC0FD" w:rsidR="00B06E9A" w:rsidRPr="009C54AE" w:rsidRDefault="00B06E9A" w:rsidP="001E7F8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kształcenia</w:t>
            </w:r>
          </w:p>
        </w:tc>
      </w:tr>
      <w:tr w:rsidR="00B06E9A" w:rsidRPr="009C54AE" w14:paraId="1D95E649" w14:textId="77777777" w:rsidTr="00B06E9A">
        <w:tc>
          <w:tcPr>
            <w:tcW w:w="2694" w:type="dxa"/>
            <w:vAlign w:val="center"/>
          </w:tcPr>
          <w:p w14:paraId="2B33239C" w14:textId="77777777" w:rsidR="00B06E9A" w:rsidRPr="009C54AE" w:rsidRDefault="00B06E9A" w:rsidP="001E7F8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8DF1C0" w14:textId="77777777" w:rsidR="00B06E9A" w:rsidRPr="009C54AE" w:rsidRDefault="00B06E9A" w:rsidP="001E7F8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6E9A" w:rsidRPr="009C54AE" w14:paraId="6FA6D929" w14:textId="77777777" w:rsidTr="00B06E9A">
        <w:tc>
          <w:tcPr>
            <w:tcW w:w="2694" w:type="dxa"/>
            <w:vAlign w:val="center"/>
          </w:tcPr>
          <w:p w14:paraId="1AB047E0" w14:textId="1228E315" w:rsidR="00B06E9A" w:rsidRPr="009C54AE" w:rsidRDefault="00BF3088" w:rsidP="001E7F8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06E9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B06E9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8B93F6" w14:textId="02236C54" w:rsidR="00B06E9A" w:rsidRPr="009C54AE" w:rsidRDefault="005F2B81" w:rsidP="001E7F8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</w:t>
            </w:r>
            <w:r w:rsidR="00581FDE"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B06E9A" w:rsidRPr="009C54AE" w14:paraId="34711C99" w14:textId="77777777" w:rsidTr="00B06E9A">
        <w:tc>
          <w:tcPr>
            <w:tcW w:w="2694" w:type="dxa"/>
            <w:vAlign w:val="center"/>
          </w:tcPr>
          <w:p w14:paraId="6EE5E8DC" w14:textId="77777777" w:rsidR="00B06E9A" w:rsidRPr="009C54AE" w:rsidRDefault="00B06E9A" w:rsidP="001E7F8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AE615" w14:textId="6EBB4A67" w:rsidR="00B06E9A" w:rsidRPr="009C54AE" w:rsidRDefault="00581FDE" w:rsidP="001E7F8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Pedagogi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ki</w:t>
            </w:r>
          </w:p>
        </w:tc>
      </w:tr>
      <w:tr w:rsidR="00B06E9A" w:rsidRPr="009C54AE" w14:paraId="3FF9E551" w14:textId="77777777" w:rsidTr="00B06E9A">
        <w:tc>
          <w:tcPr>
            <w:tcW w:w="2694" w:type="dxa"/>
            <w:vAlign w:val="center"/>
          </w:tcPr>
          <w:p w14:paraId="7262E136" w14:textId="77777777" w:rsidR="00B06E9A" w:rsidRPr="009C54AE" w:rsidRDefault="00B06E9A" w:rsidP="001E7F8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D1F18" w14:textId="08DFD127" w:rsidR="00B06E9A" w:rsidRPr="009C54AE" w:rsidRDefault="00B06E9A" w:rsidP="001E7F8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Pedago</w:t>
            </w:r>
            <w:r w:rsidR="004C48ED">
              <w:rPr>
                <w:rFonts w:ascii="Corbel" w:hAnsi="Corbel"/>
                <w:b w:val="0"/>
                <w:sz w:val="24"/>
                <w:szCs w:val="24"/>
              </w:rPr>
              <w:t>gika</w:t>
            </w:r>
          </w:p>
        </w:tc>
      </w:tr>
      <w:tr w:rsidR="00B06E9A" w:rsidRPr="009C54AE" w14:paraId="175D6E01" w14:textId="77777777" w:rsidTr="00B06E9A">
        <w:tc>
          <w:tcPr>
            <w:tcW w:w="2694" w:type="dxa"/>
            <w:vAlign w:val="center"/>
          </w:tcPr>
          <w:p w14:paraId="70DF1B4E" w14:textId="77777777" w:rsidR="00B06E9A" w:rsidRPr="009C54AE" w:rsidRDefault="00B06E9A" w:rsidP="001E7F8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CE9817" w14:textId="0E183C62" w:rsidR="00B06E9A" w:rsidRPr="009C54AE" w:rsidRDefault="007B3F02" w:rsidP="001E7F8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06E9A" w:rsidRPr="009C54AE" w14:paraId="6E67EAE7" w14:textId="77777777" w:rsidTr="00B06E9A">
        <w:tc>
          <w:tcPr>
            <w:tcW w:w="2694" w:type="dxa"/>
            <w:vAlign w:val="center"/>
          </w:tcPr>
          <w:p w14:paraId="7651DF7F" w14:textId="77777777" w:rsidR="00B06E9A" w:rsidRPr="009C54AE" w:rsidRDefault="00B06E9A" w:rsidP="001E7F8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7C48F4" w14:textId="5727311E" w:rsidR="00B06E9A" w:rsidRPr="009C54AE" w:rsidRDefault="004C48ED" w:rsidP="001E7F8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06E9A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B06E9A" w:rsidRPr="009C54AE" w14:paraId="75ABF26F" w14:textId="77777777" w:rsidTr="00B06E9A">
        <w:tc>
          <w:tcPr>
            <w:tcW w:w="2694" w:type="dxa"/>
            <w:vAlign w:val="center"/>
          </w:tcPr>
          <w:p w14:paraId="23AB9D0D" w14:textId="77777777" w:rsidR="00B06E9A" w:rsidRPr="009C54AE" w:rsidRDefault="00B06E9A" w:rsidP="001E7F8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7FF662" w14:textId="40301D2E" w:rsidR="00B06E9A" w:rsidRPr="009C54AE" w:rsidRDefault="004C48ED" w:rsidP="001E7F8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7D771F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B06E9A" w:rsidRPr="009C54AE" w14:paraId="15CBCD27" w14:textId="77777777" w:rsidTr="00B06E9A">
        <w:tc>
          <w:tcPr>
            <w:tcW w:w="2694" w:type="dxa"/>
            <w:vAlign w:val="center"/>
          </w:tcPr>
          <w:p w14:paraId="60808FAC" w14:textId="77777777" w:rsidR="00B06E9A" w:rsidRPr="009C54AE" w:rsidRDefault="00B06E9A" w:rsidP="001E7F8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B0D25" w14:textId="60782CD0" w:rsidR="00B06E9A" w:rsidRPr="009C54AE" w:rsidRDefault="004C48ED" w:rsidP="001E7F8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estr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B06E9A" w:rsidRPr="009C54AE" w14:paraId="4DBB036D" w14:textId="77777777" w:rsidTr="00B06E9A">
        <w:tc>
          <w:tcPr>
            <w:tcW w:w="2694" w:type="dxa"/>
            <w:vAlign w:val="center"/>
          </w:tcPr>
          <w:p w14:paraId="468A04A5" w14:textId="77777777" w:rsidR="00B06E9A" w:rsidRPr="009C54AE" w:rsidRDefault="00B06E9A" w:rsidP="001E7F8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649694" w14:textId="019E1F2E" w:rsidR="00B06E9A" w:rsidRPr="009C54AE" w:rsidRDefault="008E38F1" w:rsidP="001E7F8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B06E9A" w:rsidRPr="009C54AE" w14:paraId="13B16DC3" w14:textId="77777777" w:rsidTr="00B06E9A">
        <w:tc>
          <w:tcPr>
            <w:tcW w:w="2694" w:type="dxa"/>
            <w:vAlign w:val="center"/>
          </w:tcPr>
          <w:p w14:paraId="1A7F3AD3" w14:textId="77777777" w:rsidR="00B06E9A" w:rsidRPr="009C54AE" w:rsidRDefault="00B06E9A" w:rsidP="001E7F8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9154A5" w14:textId="4AAD6653" w:rsidR="00B06E9A" w:rsidRPr="009C54AE" w:rsidRDefault="004C48ED" w:rsidP="001E7F8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06E9A" w:rsidRPr="009C54AE" w14:paraId="571FE831" w14:textId="77777777" w:rsidTr="00B06E9A">
        <w:tc>
          <w:tcPr>
            <w:tcW w:w="2694" w:type="dxa"/>
            <w:vAlign w:val="center"/>
          </w:tcPr>
          <w:p w14:paraId="18CC8C5D" w14:textId="77777777" w:rsidR="00B06E9A" w:rsidRPr="009C54AE" w:rsidRDefault="00B06E9A" w:rsidP="001E7F8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7C7A63" w14:textId="1D4B4DFF" w:rsidR="00B06E9A" w:rsidRPr="009C54AE" w:rsidRDefault="004C48ED" w:rsidP="001E7F8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Wojciech Walat</w:t>
            </w:r>
          </w:p>
        </w:tc>
      </w:tr>
      <w:tr w:rsidR="00B06E9A" w:rsidRPr="009C54AE" w14:paraId="367BD83D" w14:textId="77777777" w:rsidTr="00B06E9A">
        <w:tc>
          <w:tcPr>
            <w:tcW w:w="2694" w:type="dxa"/>
            <w:vAlign w:val="center"/>
          </w:tcPr>
          <w:p w14:paraId="7E1B9150" w14:textId="77777777" w:rsidR="00B06E9A" w:rsidRPr="009C54AE" w:rsidRDefault="00B06E9A" w:rsidP="001E7F8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EF5E6" w14:textId="0392A345" w:rsidR="00B06E9A" w:rsidRPr="009C54AE" w:rsidRDefault="00B06E9A" w:rsidP="001E7F8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1E7F82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1E7F8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1E7F8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108D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1E7F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1E7F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1E7F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1E7F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1E7F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1E7F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1E7F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1E7F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1E7F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1E7F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1E7F8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108D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37BB9EC" w:rsidR="00015B8F" w:rsidRPr="009C54AE" w:rsidRDefault="00C108DC" w:rsidP="001E7F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C42B78D" w:rsidR="00015B8F" w:rsidRPr="009C54AE" w:rsidRDefault="007D771F" w:rsidP="001E7F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62BCB4B8" w:rsidR="00015B8F" w:rsidRPr="009C54AE" w:rsidRDefault="00C108DC" w:rsidP="001E7F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1E7F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1E7F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1E7F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1E7F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1E7F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1E7F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8ADDD73" w:rsidR="00015B8F" w:rsidRPr="009C54AE" w:rsidRDefault="007D771F" w:rsidP="001E7F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37434ED" w14:textId="77777777" w:rsidR="00923D7D" w:rsidRPr="009C54AE" w:rsidRDefault="00923D7D" w:rsidP="001E7F8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1E7F8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F7CFED8" w:rsidR="0085747A" w:rsidRPr="009C54AE" w:rsidRDefault="006272CA" w:rsidP="001E7F8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1E7F8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1E7F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11153F39" w:rsidR="00E22FBC" w:rsidRPr="009C54AE" w:rsidRDefault="00E22FBC" w:rsidP="001E7F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2619C54F" w14:textId="58AB3330" w:rsidR="009C54AE" w:rsidRPr="00290D57" w:rsidRDefault="0080383B" w:rsidP="001E7F82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290D57">
        <w:rPr>
          <w:rFonts w:ascii="Corbel" w:hAnsi="Corbel"/>
          <w:bCs/>
          <w:smallCaps w:val="0"/>
          <w:szCs w:val="24"/>
        </w:rPr>
        <w:t>Egzamin</w:t>
      </w:r>
    </w:p>
    <w:p w14:paraId="45B321C5" w14:textId="77777777" w:rsidR="00E960BB" w:rsidRDefault="00E960BB" w:rsidP="001E7F8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1E7F8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F64C259" w:rsidR="0085747A" w:rsidRPr="009C54AE" w:rsidRDefault="000C5284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jest </w:t>
            </w: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następujących przedmiotów: wprowadzenie do psychologii, wprowadzenie do pedagogiki, biologiczne podstawy funkcjonowania człowieka.</w:t>
            </w:r>
          </w:p>
        </w:tc>
      </w:tr>
    </w:tbl>
    <w:p w14:paraId="34DE296F" w14:textId="77777777" w:rsidR="00153C41" w:rsidRDefault="00153C41" w:rsidP="001E7F82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1E7F8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830D1F0" w14:textId="77777777" w:rsidR="0085747A" w:rsidRDefault="0071620A" w:rsidP="001E7F8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1E7F8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E8F7202" w:rsidR="0085747A" w:rsidRPr="009C54AE" w:rsidRDefault="007B3F02" w:rsidP="001E7F82">
            <w:pPr>
              <w:pStyle w:val="Podpunkty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roli wykształcenia ogólnego i zawodowego w rozumieniu świata i kierowaniu sobą, projektowaniu własnego ro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zwoju osobistego i zawodowego. 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6960D1E8" w:rsidR="0085747A" w:rsidRPr="009C54AE" w:rsidRDefault="00C25493" w:rsidP="001E7F8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0C48B2C7" w:rsidR="0085747A" w:rsidRPr="009C54AE" w:rsidRDefault="007B3F02" w:rsidP="001E7F82">
            <w:pPr>
              <w:pStyle w:val="Podpunkty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ogólnych prawidłowości procesu nauczania – uczenia się i ich praktycznych zastosowań w planowaniu, realizacji oraz 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ewaluacji procesu kształcenia.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15B9C013" w:rsidR="0085747A" w:rsidRPr="009C54AE" w:rsidRDefault="00C25493" w:rsidP="001E7F8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14:paraId="42B5C422" w14:textId="28307AC2" w:rsidR="0085747A" w:rsidRPr="00C25493" w:rsidRDefault="00C25493" w:rsidP="001E7F82">
            <w:pPr>
              <w:pStyle w:val="Podpunkty"/>
              <w:ind w:left="7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5493">
              <w:rPr>
                <w:rFonts w:ascii="Corbel" w:hAnsi="Corbel"/>
                <w:b w:val="0"/>
                <w:sz w:val="24"/>
                <w:szCs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14:paraId="6B31BD7A" w14:textId="77777777" w:rsidR="0085747A" w:rsidRPr="009C54AE" w:rsidRDefault="0085747A" w:rsidP="001E7F8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1E7F8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057ED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1E7F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55EE6F" w14:textId="77777777" w:rsidR="00322ABD" w:rsidRDefault="00322ABD" w:rsidP="001E7F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F31A583" w14:textId="52DF6FD3" w:rsidR="00564D32" w:rsidRPr="005F7786" w:rsidRDefault="00564D32" w:rsidP="001E7F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4FD884A" w14:textId="78D4098E" w:rsidR="00B805A6" w:rsidRPr="009C54AE" w:rsidRDefault="00B805A6" w:rsidP="001E7F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1E7F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57ED" w:rsidRPr="009C54AE" w14:paraId="5DA6F6F8" w14:textId="77777777" w:rsidTr="005E6E85">
        <w:tc>
          <w:tcPr>
            <w:tcW w:w="1701" w:type="dxa"/>
          </w:tcPr>
          <w:p w14:paraId="61813C10" w14:textId="610219C7" w:rsidR="0085747A" w:rsidRPr="009C54AE" w:rsidRDefault="0085747A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5EA18B1" w14:textId="1B3EECF5" w:rsidR="0085747A" w:rsidRPr="009C54AE" w:rsidRDefault="003E7FEB" w:rsidP="001E7F82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rzedstawi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najważniejsze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koncepcje pedagogiczne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znaczenie różnych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form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kształcenia</w:t>
            </w:r>
          </w:p>
        </w:tc>
        <w:tc>
          <w:tcPr>
            <w:tcW w:w="1873" w:type="dxa"/>
          </w:tcPr>
          <w:p w14:paraId="70C200D6" w14:textId="0BA7EE00" w:rsidR="0085747A" w:rsidRPr="009C54AE" w:rsidRDefault="00482D78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2057ED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0D56F1F7" w:rsidR="0085747A" w:rsidRPr="009C54AE" w:rsidRDefault="003E7FEB" w:rsidP="001E7F82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rolę różnych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środowis</w:t>
            </w:r>
            <w:r w:rsidR="007E00B9">
              <w:rPr>
                <w:rFonts w:ascii="Corbel" w:hAnsi="Corbel"/>
                <w:b w:val="0"/>
                <w:smallCaps w:val="0"/>
                <w:szCs w:val="24"/>
              </w:rPr>
              <w:t>k wychowawcz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ych w kształtowaniu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nabywaniu wiedzy </w:t>
            </w:r>
          </w:p>
        </w:tc>
        <w:tc>
          <w:tcPr>
            <w:tcW w:w="1873" w:type="dxa"/>
          </w:tcPr>
          <w:p w14:paraId="1DE14639" w14:textId="44623371" w:rsidR="0085747A" w:rsidRPr="009C54AE" w:rsidRDefault="00482D78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057ED" w:rsidRPr="009C54AE" w14:paraId="5ECFC366" w14:textId="77777777" w:rsidTr="005E6E85">
        <w:tc>
          <w:tcPr>
            <w:tcW w:w="1701" w:type="dxa"/>
          </w:tcPr>
          <w:p w14:paraId="1D840B19" w14:textId="2CE44BB0" w:rsidR="0085747A" w:rsidRPr="009C54AE" w:rsidRDefault="0085747A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82D7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5B8D421B" w:rsidR="0085747A" w:rsidRPr="009C54AE" w:rsidRDefault="003E7FEB" w:rsidP="001E7F82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okon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funkcjonowania uczestników procesów edukacyjnych na różnych etapach kształcenia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z uwzględnieniem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ich potrzeb </w:t>
            </w:r>
          </w:p>
        </w:tc>
        <w:tc>
          <w:tcPr>
            <w:tcW w:w="1873" w:type="dxa"/>
          </w:tcPr>
          <w:p w14:paraId="3F37E818" w14:textId="065C4DCC" w:rsidR="0085747A" w:rsidRPr="009C54AE" w:rsidRDefault="00482D78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057ED" w:rsidRPr="009C54AE" w14:paraId="41230790" w14:textId="77777777" w:rsidTr="005E6E85">
        <w:tc>
          <w:tcPr>
            <w:tcW w:w="1701" w:type="dxa"/>
          </w:tcPr>
          <w:p w14:paraId="58A275EB" w14:textId="6E947D22" w:rsidR="00482D78" w:rsidRPr="009C54AE" w:rsidRDefault="00482D78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B92A95C" w14:textId="2A63239E" w:rsidR="00482D78" w:rsidRPr="009C54AE" w:rsidRDefault="00B64A40" w:rsidP="001E7F82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rzedstawi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podstawowe teori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kształcenia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dokona analizy uwarunkowań efektywnego nauczania</w:t>
            </w:r>
          </w:p>
        </w:tc>
        <w:tc>
          <w:tcPr>
            <w:tcW w:w="1873" w:type="dxa"/>
          </w:tcPr>
          <w:p w14:paraId="74782B53" w14:textId="1E213320" w:rsidR="00482D78" w:rsidRPr="009C54AE" w:rsidRDefault="00482D78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057ED" w:rsidRPr="009C54AE" w14:paraId="39B640F4" w14:textId="77777777" w:rsidTr="005E6E85">
        <w:tc>
          <w:tcPr>
            <w:tcW w:w="1701" w:type="dxa"/>
          </w:tcPr>
          <w:p w14:paraId="73E1E210" w14:textId="0A41E8B9" w:rsidR="00482D78" w:rsidRPr="009C54AE" w:rsidRDefault="00482D78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BAA8782" w14:textId="287E0C6F" w:rsidR="00482D78" w:rsidRPr="009C54AE" w:rsidRDefault="002057ED" w:rsidP="001E7F82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zachowania uczestników procesów edukacyjnych w różnych sytuacjach dydaktycznych</w:t>
            </w:r>
          </w:p>
        </w:tc>
        <w:tc>
          <w:tcPr>
            <w:tcW w:w="1873" w:type="dxa"/>
          </w:tcPr>
          <w:p w14:paraId="181D5E45" w14:textId="7AB305F3" w:rsidR="00482D78" w:rsidRPr="009C54AE" w:rsidRDefault="00482D78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057ED" w:rsidRPr="009C54AE" w14:paraId="13E1870B" w14:textId="77777777" w:rsidTr="005E6E85">
        <w:tc>
          <w:tcPr>
            <w:tcW w:w="1701" w:type="dxa"/>
          </w:tcPr>
          <w:p w14:paraId="19C011C5" w14:textId="357E18AD" w:rsidR="00482D78" w:rsidRDefault="00482D78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766032" w14:textId="0ABB6D32" w:rsidR="00482D78" w:rsidRPr="009C54AE" w:rsidRDefault="002057ED" w:rsidP="001E7F82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68166F" w:rsidRPr="0068166F">
              <w:rPr>
                <w:rFonts w:ascii="Corbel" w:hAnsi="Corbel"/>
                <w:b w:val="0"/>
                <w:smallCaps w:val="0"/>
                <w:szCs w:val="24"/>
              </w:rPr>
              <w:t>ceni swoj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 wiedzę, umiejętności i kompetencje przydatne w procesie kształcenia uczestników procesów edukacyjnych</w:t>
            </w:r>
          </w:p>
        </w:tc>
        <w:tc>
          <w:tcPr>
            <w:tcW w:w="1873" w:type="dxa"/>
          </w:tcPr>
          <w:p w14:paraId="70554FC1" w14:textId="119E9432" w:rsidR="00482D78" w:rsidRPr="009C54AE" w:rsidRDefault="00482D78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2D7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388025C" w14:textId="77777777" w:rsidR="0085747A" w:rsidRPr="009C54AE" w:rsidRDefault="0085747A" w:rsidP="001E7F8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1E7F8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1E7F8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A1399D">
        <w:tc>
          <w:tcPr>
            <w:tcW w:w="9520" w:type="dxa"/>
          </w:tcPr>
          <w:p w14:paraId="2C07462B" w14:textId="77777777" w:rsidR="0085747A" w:rsidRPr="009C54AE" w:rsidRDefault="0085747A" w:rsidP="001E7F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6AB1" w:rsidRPr="009C54AE" w14:paraId="4C2EAB71" w14:textId="77777777" w:rsidTr="00A1399D">
        <w:tc>
          <w:tcPr>
            <w:tcW w:w="9520" w:type="dxa"/>
          </w:tcPr>
          <w:p w14:paraId="78255B5B" w14:textId="35338CF2" w:rsidR="00636AB1" w:rsidRPr="00A1399D" w:rsidRDefault="00636AB1" w:rsidP="001E7F82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: geneza dydaktyki ogólnej jako nauki; przedmiot badań, zadania i funkcje dydaktyki. </w:t>
            </w:r>
          </w:p>
        </w:tc>
      </w:tr>
      <w:tr w:rsidR="00636AB1" w:rsidRPr="009C54AE" w14:paraId="7E5C81DE" w14:textId="77777777" w:rsidTr="00A1399D">
        <w:tc>
          <w:tcPr>
            <w:tcW w:w="9520" w:type="dxa"/>
          </w:tcPr>
          <w:p w14:paraId="10894D05" w14:textId="15B2F08A" w:rsidR="00636AB1" w:rsidRPr="00326B4C" w:rsidRDefault="00636AB1" w:rsidP="001E7F82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b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Współczesne systemy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dydaktyka Jana Komeńskiego; dydaktyka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herbartowska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jako teoretyczna podstawa szkoły tradycyjnej, dydaktyka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deweyowska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jako podstawa szkoły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progresywistycznej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6AB1" w:rsidRPr="009C54AE" w14:paraId="3C0F566E" w14:textId="77777777" w:rsidTr="00A1399D">
        <w:tc>
          <w:tcPr>
            <w:tcW w:w="9520" w:type="dxa"/>
          </w:tcPr>
          <w:p w14:paraId="3573F1C8" w14:textId="7D7FAAAD" w:rsidR="00636AB1" w:rsidRPr="00A1399D" w:rsidRDefault="00636AB1" w:rsidP="001E7F82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Proces nauczania i uczenia się: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filozoficzne, psychologiczne i neurobiologiczne podstawy procesu nauczania – uczenia się; pojęcie procesu nauczania – uczenia się.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636AB1" w:rsidRPr="009C54AE" w14:paraId="66335B6D" w14:textId="77777777" w:rsidTr="00A1399D">
        <w:tc>
          <w:tcPr>
            <w:tcW w:w="9520" w:type="dxa"/>
          </w:tcPr>
          <w:p w14:paraId="21E841DC" w14:textId="25C3A89C" w:rsidR="00636AB1" w:rsidRPr="00326B4C" w:rsidRDefault="00636AB1" w:rsidP="001E7F82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b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celu kształcenia, źródła celów kształcenia; funkcje i istota celów kształcenia; klasyfikacja celów kształcenia: cele główne, etapowe i szczegółowe; związek wartości z celami kształcenia; system edukacji w Polsce (podstawa programowa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636AB1" w:rsidRPr="009C54AE" w14:paraId="72E03DD1" w14:textId="77777777" w:rsidTr="00A1399D">
        <w:tc>
          <w:tcPr>
            <w:tcW w:w="9520" w:type="dxa"/>
          </w:tcPr>
          <w:p w14:paraId="33738C75" w14:textId="5FA88E0E" w:rsidR="00636AB1" w:rsidRPr="00A1399D" w:rsidRDefault="00636AB1" w:rsidP="001E7F82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36AB1" w:rsidRPr="009C54AE" w14:paraId="2A1C474F" w14:textId="77777777" w:rsidTr="00A1399D">
        <w:tc>
          <w:tcPr>
            <w:tcW w:w="9520" w:type="dxa"/>
          </w:tcPr>
          <w:p w14:paraId="44C3E45B" w14:textId="605EA3F9" w:rsidR="00636AB1" w:rsidRPr="00326B4C" w:rsidRDefault="00636AB1" w:rsidP="001E7F82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b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i wybrane klasyfikacje zasad; zasady w ujęciu konstruktywistycznym.</w:t>
            </w:r>
          </w:p>
        </w:tc>
      </w:tr>
      <w:tr w:rsidR="00636AB1" w:rsidRPr="009C54AE" w14:paraId="73E02578" w14:textId="77777777" w:rsidTr="00A1399D">
        <w:tc>
          <w:tcPr>
            <w:tcW w:w="9520" w:type="dxa"/>
          </w:tcPr>
          <w:p w14:paraId="3B6D86FB" w14:textId="287AD1BC" w:rsidR="00636AB1" w:rsidRPr="00A1399D" w:rsidRDefault="00636AB1" w:rsidP="001E7F82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wybrane typologie metod kształcenia; kryteria doboru metod kształcenia.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36AB1" w:rsidRPr="009C54AE" w14:paraId="30F3296E" w14:textId="77777777" w:rsidTr="00A1399D">
        <w:tc>
          <w:tcPr>
            <w:tcW w:w="9520" w:type="dxa"/>
          </w:tcPr>
          <w:p w14:paraId="16435A7D" w14:textId="0ACCD791" w:rsidR="00636AB1" w:rsidRPr="00326B4C" w:rsidRDefault="00636AB1" w:rsidP="001E7F82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b/>
                <w:sz w:val="24"/>
                <w:szCs w:val="24"/>
              </w:rPr>
            </w:pPr>
            <w:r w:rsidRPr="00AE1C1C">
              <w:rPr>
                <w:rFonts w:ascii="Corbel" w:hAnsi="Corbel"/>
                <w:b/>
                <w:sz w:val="24"/>
                <w:szCs w:val="24"/>
              </w:rPr>
              <w:t>Formy organizacyjne:</w:t>
            </w:r>
            <w:r>
              <w:rPr>
                <w:rFonts w:ascii="Corbel" w:hAnsi="Corbel"/>
                <w:sz w:val="24"/>
                <w:szCs w:val="24"/>
              </w:rPr>
              <w:t xml:space="preserve"> podstawowe formy organizacyjne kształcenia. Lekcja jej struktura i typologia.</w:t>
            </w:r>
          </w:p>
        </w:tc>
      </w:tr>
      <w:tr w:rsidR="00636AB1" w:rsidRPr="009C54AE" w14:paraId="4639121F" w14:textId="77777777" w:rsidTr="00A1399D">
        <w:tc>
          <w:tcPr>
            <w:tcW w:w="9520" w:type="dxa"/>
          </w:tcPr>
          <w:p w14:paraId="75F4AA60" w14:textId="334D3E36" w:rsidR="00636AB1" w:rsidRPr="00A1399D" w:rsidRDefault="00636AB1" w:rsidP="001E7F82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funkcje podręczników szkolnych. </w:t>
            </w:r>
          </w:p>
        </w:tc>
      </w:tr>
      <w:tr w:rsidR="00636AB1" w:rsidRPr="009C54AE" w14:paraId="764708BD" w14:textId="77777777" w:rsidTr="00A1399D">
        <w:tc>
          <w:tcPr>
            <w:tcW w:w="9520" w:type="dxa"/>
          </w:tcPr>
          <w:p w14:paraId="31251297" w14:textId="35586B9E" w:rsidR="00636AB1" w:rsidRPr="00326B4C" w:rsidRDefault="00636AB1" w:rsidP="001E7F82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b/>
                <w:sz w:val="24"/>
                <w:szCs w:val="24"/>
              </w:rPr>
            </w:pPr>
            <w:r w:rsidRPr="00097401">
              <w:rPr>
                <w:rFonts w:ascii="Corbel" w:hAnsi="Corbel"/>
                <w:b/>
                <w:sz w:val="24"/>
                <w:szCs w:val="24"/>
              </w:rPr>
              <w:lastRenderedPageBreak/>
              <w:t>Edukacja medialna:</w:t>
            </w:r>
            <w:r>
              <w:rPr>
                <w:rFonts w:ascii="Corbel" w:hAnsi="Corbel"/>
                <w:sz w:val="24"/>
                <w:szCs w:val="24"/>
              </w:rPr>
              <w:t xml:space="preserve"> kompetencje medialne jako umiejętności kluczowe nauczycieli; nauczanie i uczenie się z użyciem komputera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internetu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6AB1" w:rsidRPr="009C54AE" w14:paraId="228AEF42" w14:textId="77777777" w:rsidTr="00A1399D">
        <w:tc>
          <w:tcPr>
            <w:tcW w:w="9520" w:type="dxa"/>
          </w:tcPr>
          <w:p w14:paraId="5C89839C" w14:textId="349FBEBD" w:rsidR="00636AB1" w:rsidRPr="00A1399D" w:rsidRDefault="00636AB1" w:rsidP="001E7F82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09740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pojęcie planowania i organizacji; rodzaje planów nauczycielskich; zasady przygotowania się nauczyciela do zajęć. </w:t>
            </w:r>
          </w:p>
        </w:tc>
      </w:tr>
      <w:tr w:rsidR="00636AB1" w:rsidRPr="009C54AE" w14:paraId="669078D9" w14:textId="77777777" w:rsidTr="00A1399D">
        <w:tc>
          <w:tcPr>
            <w:tcW w:w="9520" w:type="dxa"/>
          </w:tcPr>
          <w:p w14:paraId="62515E03" w14:textId="6F652BC1" w:rsidR="00636AB1" w:rsidRDefault="00636AB1" w:rsidP="001E7F82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b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Kontrola i ocena osiągnięć szkolnych uczniów</w:t>
            </w:r>
            <w:r w:rsidRPr="00326B4C">
              <w:rPr>
                <w:rFonts w:ascii="Corbel" w:hAnsi="Corbel"/>
                <w:sz w:val="24"/>
                <w:szCs w:val="24"/>
              </w:rPr>
              <w:t>: pojęcie i istota oceny; cechy oceny szkolnej; ocena wewnętrzna i zewnętrzna osiągnięć uczniów.</w:t>
            </w:r>
          </w:p>
        </w:tc>
      </w:tr>
      <w:tr w:rsidR="00636AB1" w:rsidRPr="009C54AE" w14:paraId="79E88E4B" w14:textId="77777777" w:rsidTr="00A1399D">
        <w:tc>
          <w:tcPr>
            <w:tcW w:w="9520" w:type="dxa"/>
          </w:tcPr>
          <w:p w14:paraId="137B3D3A" w14:textId="0A774AF3" w:rsidR="00636AB1" w:rsidRPr="00326B4C" w:rsidRDefault="00636AB1" w:rsidP="001E7F82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Nauczyciel: </w:t>
            </w:r>
            <w:r w:rsidRPr="00636AB1">
              <w:rPr>
                <w:rFonts w:ascii="Corbel" w:hAnsi="Corbel"/>
                <w:sz w:val="24"/>
                <w:szCs w:val="24"/>
              </w:rPr>
              <w:t>historyczny rys zawodu nauczyciela; czym jest osobowość nauczyciela? standardy kształcenia nauczycieli.</w:t>
            </w:r>
          </w:p>
        </w:tc>
      </w:tr>
      <w:tr w:rsidR="00636AB1" w:rsidRPr="009C54AE" w14:paraId="740AD4D7" w14:textId="77777777" w:rsidTr="00A1399D">
        <w:tc>
          <w:tcPr>
            <w:tcW w:w="9520" w:type="dxa"/>
          </w:tcPr>
          <w:p w14:paraId="1DCD9CF3" w14:textId="53D30B5C" w:rsidR="00636AB1" w:rsidRPr="00A1399D" w:rsidRDefault="00636AB1" w:rsidP="001E7F82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097401">
              <w:rPr>
                <w:rFonts w:ascii="Corbel" w:hAnsi="Corbel"/>
                <w:sz w:val="24"/>
                <w:szCs w:val="24"/>
              </w:rPr>
              <w:t xml:space="preserve"> przyczyny niepowodzeń szkolnych; specjalne potrzeby edukacyjne; uczeń zdolny i jego cechy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36AB1" w:rsidRPr="009C54AE" w14:paraId="094705DB" w14:textId="77777777" w:rsidTr="00A1399D">
        <w:tc>
          <w:tcPr>
            <w:tcW w:w="9520" w:type="dxa"/>
          </w:tcPr>
          <w:p w14:paraId="6B507936" w14:textId="626798E5" w:rsidR="00636AB1" w:rsidRDefault="00636AB1" w:rsidP="001E7F82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b/>
                <w:sz w:val="24"/>
                <w:szCs w:val="24"/>
              </w:rPr>
            </w:pPr>
            <w:r w:rsidRPr="00AD42B3">
              <w:rPr>
                <w:rFonts w:ascii="Corbel" w:hAnsi="Corbel"/>
                <w:b/>
                <w:sz w:val="24"/>
                <w:szCs w:val="24"/>
              </w:rPr>
              <w:t>Samokształcenie, czyli edukacja całożyciowa:</w:t>
            </w:r>
            <w:r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FB0688C" w14:textId="77777777" w:rsidR="0085747A" w:rsidRPr="009C54AE" w:rsidRDefault="0085747A" w:rsidP="001E7F82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1E7F8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CC0147">
        <w:tc>
          <w:tcPr>
            <w:tcW w:w="9520" w:type="dxa"/>
          </w:tcPr>
          <w:p w14:paraId="195D22DA" w14:textId="77777777" w:rsidR="0085747A" w:rsidRPr="009C54AE" w:rsidRDefault="0085747A" w:rsidP="001E7F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0147" w:rsidRPr="009C54AE" w14:paraId="788AFB11" w14:textId="77777777" w:rsidTr="00CC0147">
        <w:tc>
          <w:tcPr>
            <w:tcW w:w="9520" w:type="dxa"/>
          </w:tcPr>
          <w:p w14:paraId="43283521" w14:textId="3B3FA9FB" w:rsidR="00CC0147" w:rsidRPr="009C54AE" w:rsidRDefault="00CC0147" w:rsidP="001E7F82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Dydaktyka ogólna jako subdyscyplina pedagogiczna: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podstawowe pojęcia dydaktyki i ich wzajemne relacje.</w:t>
            </w:r>
          </w:p>
        </w:tc>
      </w:tr>
      <w:tr w:rsidR="00CC0147" w:rsidRPr="009C54AE" w14:paraId="0F7DE08F" w14:textId="77777777" w:rsidTr="00CC0147">
        <w:tc>
          <w:tcPr>
            <w:tcW w:w="9520" w:type="dxa"/>
          </w:tcPr>
          <w:p w14:paraId="4CE88688" w14:textId="1468D85B" w:rsidR="00CC0147" w:rsidRPr="009C54AE" w:rsidRDefault="00CC0147" w:rsidP="001E7F82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Systemy dydaktyczne:</w:t>
            </w:r>
            <w:r w:rsidRPr="009B2DF5">
              <w:rPr>
                <w:rFonts w:ascii="Corbel" w:hAnsi="Corbel"/>
              </w:rPr>
              <w:t xml:space="preserve"> kształcenie wielostronne jako podstawa dydaktyki współczesnej.</w:t>
            </w:r>
          </w:p>
        </w:tc>
      </w:tr>
      <w:tr w:rsidR="00CC0147" w:rsidRPr="009C54AE" w14:paraId="34453CDD" w14:textId="77777777" w:rsidTr="00CC0147">
        <w:tc>
          <w:tcPr>
            <w:tcW w:w="9520" w:type="dxa"/>
          </w:tcPr>
          <w:p w14:paraId="1C423DB0" w14:textId="1540CA31" w:rsidR="00CC0147" w:rsidRPr="009C54AE" w:rsidRDefault="00CC0147" w:rsidP="001E7F82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Proces nauczania – uczenia się:</w:t>
            </w:r>
            <w:r w:rsidRPr="009B2DF5">
              <w:rPr>
                <w:rFonts w:ascii="Corbel" w:hAnsi="Corbel"/>
              </w:rPr>
              <w:t xml:space="preserve"> realizacja nauczania – uczenia się w szkole; nauczanie – uczenie się wielostronne.</w:t>
            </w:r>
          </w:p>
        </w:tc>
      </w:tr>
      <w:tr w:rsidR="00CC0147" w:rsidRPr="009C54AE" w14:paraId="391AC3E2" w14:textId="77777777" w:rsidTr="00CC0147">
        <w:tc>
          <w:tcPr>
            <w:tcW w:w="9520" w:type="dxa"/>
          </w:tcPr>
          <w:p w14:paraId="1A653E7B" w14:textId="719976F1" w:rsidR="00CC0147" w:rsidRPr="009C54AE" w:rsidRDefault="00CC0147" w:rsidP="001E7F82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Cele kształcenia:</w:t>
            </w:r>
            <w:r w:rsidRPr="009B2DF5">
              <w:rPr>
                <w:rFonts w:ascii="Corbel" w:hAnsi="Corbel"/>
              </w:rPr>
              <w:t xml:space="preserve"> taksonomia celów kształcenia; operacjonalizacja celów kształcenia; podstawa programowa (analiza).</w:t>
            </w:r>
          </w:p>
        </w:tc>
      </w:tr>
      <w:tr w:rsidR="00CC0147" w:rsidRPr="009C54AE" w14:paraId="42761B51" w14:textId="77777777" w:rsidTr="00CC0147">
        <w:tc>
          <w:tcPr>
            <w:tcW w:w="9520" w:type="dxa"/>
          </w:tcPr>
          <w:p w14:paraId="06CEB157" w14:textId="2774DDC9" w:rsidR="00CC0147" w:rsidRPr="009C54AE" w:rsidRDefault="00CC0147" w:rsidP="001E7F82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Treści kształcenia:</w:t>
            </w:r>
            <w:r w:rsidRPr="009B2DF5">
              <w:rPr>
                <w:rFonts w:ascii="Corbel" w:hAnsi="Corbel"/>
              </w:rPr>
              <w:t xml:space="preserve"> konstruowanie planów i programów nauczania na bazie podstawy programowej.</w:t>
            </w:r>
          </w:p>
        </w:tc>
      </w:tr>
      <w:tr w:rsidR="00CC0147" w:rsidRPr="009C54AE" w14:paraId="0FEB0545" w14:textId="77777777" w:rsidTr="00CC0147">
        <w:tc>
          <w:tcPr>
            <w:tcW w:w="9520" w:type="dxa"/>
          </w:tcPr>
          <w:p w14:paraId="3AF97ADB" w14:textId="496D2097" w:rsidR="00CC0147" w:rsidRPr="009C54AE" w:rsidRDefault="00CC0147" w:rsidP="001E7F82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Zasady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charakterystyka wybranych zasad kształcenia;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zasada kształcenia umiejętności uczenia się i ustawiczności kształcenia.</w:t>
            </w:r>
          </w:p>
        </w:tc>
      </w:tr>
      <w:tr w:rsidR="00CC0147" w:rsidRPr="009C54AE" w14:paraId="1129776D" w14:textId="77777777" w:rsidTr="00CC0147">
        <w:tc>
          <w:tcPr>
            <w:tcW w:w="9520" w:type="dxa"/>
          </w:tcPr>
          <w:p w14:paraId="7F44E59B" w14:textId="7A882003" w:rsidR="00CC0147" w:rsidRPr="009C54AE" w:rsidRDefault="00CC0147" w:rsidP="001E7F82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Metody kształcenia:</w:t>
            </w:r>
            <w:r w:rsidRPr="009B2DF5">
              <w:rPr>
                <w:rFonts w:ascii="Corbel" w:hAnsi="Corbel"/>
              </w:rPr>
              <w:t xml:space="preserve"> metody samodzielnego dochodzenia do wiedzy;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metody waloryzacyjne (eksponujące wartości);metody praktyczne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(</w:t>
            </w:r>
            <w:proofErr w:type="spellStart"/>
            <w:r w:rsidRPr="009B2DF5">
              <w:rPr>
                <w:rFonts w:ascii="Corbel" w:hAnsi="Corbel"/>
              </w:rPr>
              <w:t>microteaching</w:t>
            </w:r>
            <w:proofErr w:type="spellEnd"/>
            <w:r w:rsidRPr="009B2DF5">
              <w:rPr>
                <w:rFonts w:ascii="Corbel" w:hAnsi="Corbel"/>
              </w:rPr>
              <w:t>).</w:t>
            </w:r>
          </w:p>
        </w:tc>
      </w:tr>
      <w:tr w:rsidR="00CC0147" w:rsidRPr="009C54AE" w14:paraId="31E65155" w14:textId="77777777" w:rsidTr="00CC0147">
        <w:tc>
          <w:tcPr>
            <w:tcW w:w="9520" w:type="dxa"/>
          </w:tcPr>
          <w:p w14:paraId="27383217" w14:textId="53410727" w:rsidR="00CC0147" w:rsidRPr="009C54AE" w:rsidRDefault="00CC0147" w:rsidP="001E7F82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Formy organizacyjne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podstawowe formy organizacyjne kształcenia; lekcja jako podstawowa forma kształcenia; struktura lekcji; typy lekcji i ich charakterystyka. </w:t>
            </w:r>
          </w:p>
        </w:tc>
      </w:tr>
      <w:tr w:rsidR="00CC0147" w:rsidRPr="009C54AE" w14:paraId="02C23758" w14:textId="77777777" w:rsidTr="00CC0147">
        <w:tc>
          <w:tcPr>
            <w:tcW w:w="9520" w:type="dxa"/>
          </w:tcPr>
          <w:p w14:paraId="203DED38" w14:textId="00BC4AF3" w:rsidR="00CC0147" w:rsidRPr="009C54AE" w:rsidRDefault="00CC0147" w:rsidP="001E7F82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Podręczniki i środki dydaktyczne: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rodzaje podręczników i środków dydaktycznych; przykłady ich wykorzystania. </w:t>
            </w:r>
          </w:p>
        </w:tc>
      </w:tr>
      <w:tr w:rsidR="00CC0147" w:rsidRPr="009C54AE" w14:paraId="489076E4" w14:textId="77777777" w:rsidTr="00CC0147">
        <w:tc>
          <w:tcPr>
            <w:tcW w:w="9520" w:type="dxa"/>
          </w:tcPr>
          <w:p w14:paraId="6304C1EC" w14:textId="5293EF58" w:rsidR="00CC0147" w:rsidRPr="009C54AE" w:rsidRDefault="00CC0147" w:rsidP="001E7F82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Edukacja medialna: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nauczanie i uczenie się z użyciem komputera i Internetu; nowe media w pracy szkolnej.</w:t>
            </w:r>
          </w:p>
        </w:tc>
      </w:tr>
      <w:tr w:rsidR="00CC0147" w:rsidRPr="009C54AE" w14:paraId="49E21AE3" w14:textId="77777777" w:rsidTr="00CC0147">
        <w:tc>
          <w:tcPr>
            <w:tcW w:w="9520" w:type="dxa"/>
          </w:tcPr>
          <w:p w14:paraId="3887B972" w14:textId="1051DD1D" w:rsidR="00CC0147" w:rsidRPr="009C54AE" w:rsidRDefault="00CC0147" w:rsidP="001E7F82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Planowanie i organizacja pracy dydaktycznej:</w:t>
            </w:r>
            <w:r w:rsidRPr="009B2DF5">
              <w:rPr>
                <w:rFonts w:ascii="Corbel" w:eastAsia="Times New Roman" w:hAnsi="Corbel"/>
                <w:bCs/>
              </w:rPr>
              <w:t xml:space="preserve"> p</w:t>
            </w:r>
            <w:r w:rsidRPr="009B2DF5">
              <w:rPr>
                <w:rFonts w:ascii="Corbel" w:hAnsi="Corbel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CC0147" w:rsidRPr="009C54AE" w14:paraId="67718BB8" w14:textId="77777777" w:rsidTr="00CC0147">
        <w:tc>
          <w:tcPr>
            <w:tcW w:w="9520" w:type="dxa"/>
          </w:tcPr>
          <w:p w14:paraId="25090E2D" w14:textId="2F9C4DD2" w:rsidR="00CC0147" w:rsidRPr="009C54AE" w:rsidRDefault="00CC0147" w:rsidP="001E7F82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Kontrola i ocena osiągnięć szkolnych uczniów:</w:t>
            </w:r>
            <w:r w:rsidRPr="009B2DF5">
              <w:rPr>
                <w:rFonts w:ascii="Corbel" w:hAnsi="Corbel"/>
              </w:rPr>
              <w:t xml:space="preserve"> formy oceny i przyczyny różnych ocen; ogólne kryteria oceny szkolnej.</w:t>
            </w:r>
          </w:p>
        </w:tc>
      </w:tr>
      <w:tr w:rsidR="00CC0147" w:rsidRPr="009C54AE" w14:paraId="453A8F87" w14:textId="77777777" w:rsidTr="00CC0147">
        <w:tc>
          <w:tcPr>
            <w:tcW w:w="9520" w:type="dxa"/>
          </w:tcPr>
          <w:p w14:paraId="46444C93" w14:textId="1A62322E" w:rsidR="00CC0147" w:rsidRPr="009C54AE" w:rsidRDefault="00CC0147" w:rsidP="001E7F82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Nauczyciel – nowe spojrzenie na rolę nauczyciela-wychowawcy:</w:t>
            </w:r>
            <w:r w:rsidRPr="009B2DF5">
              <w:rPr>
                <w:rFonts w:ascii="Corbel" w:hAnsi="Corbel"/>
              </w:rPr>
              <w:t xml:space="preserve"> typy wiedzy i kompetencji nauczyciela; rozwój zawodowy nauczyciela.</w:t>
            </w:r>
          </w:p>
        </w:tc>
      </w:tr>
      <w:tr w:rsidR="00CC0147" w:rsidRPr="009C54AE" w14:paraId="2BE21B37" w14:textId="77777777" w:rsidTr="00CC0147">
        <w:tc>
          <w:tcPr>
            <w:tcW w:w="9520" w:type="dxa"/>
          </w:tcPr>
          <w:p w14:paraId="4802BB8E" w14:textId="442BCDBA" w:rsidR="00CC0147" w:rsidRPr="009C54AE" w:rsidRDefault="00CC0147" w:rsidP="001E7F82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Niepowodzenia szkolne. Trudności w uczeniu się uczniów:</w:t>
            </w:r>
            <w:r w:rsidRPr="009B2DF5">
              <w:rPr>
                <w:rFonts w:ascii="Corbel" w:hAnsi="Corbel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CC0147" w:rsidRPr="009C54AE" w14:paraId="4E21986B" w14:textId="77777777" w:rsidTr="00CC0147">
        <w:tc>
          <w:tcPr>
            <w:tcW w:w="9520" w:type="dxa"/>
          </w:tcPr>
          <w:p w14:paraId="5EF3E83F" w14:textId="5F802931" w:rsidR="00CC0147" w:rsidRPr="009C54AE" w:rsidRDefault="00CC0147" w:rsidP="001E7F82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Samokształcenie we współczesnych systemach dydaktycznych: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1E7F8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1E7F8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2A9313" w14:textId="77777777" w:rsidR="000E3092" w:rsidRPr="00673147" w:rsidRDefault="000E3092" w:rsidP="001E7F8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lastRenderedPageBreak/>
        <w:t>A. Wykład: wykład z prezentacją multimedialną, projekcje filmów</w:t>
      </w:r>
    </w:p>
    <w:p w14:paraId="365900A4" w14:textId="77777777" w:rsidR="000E3092" w:rsidRPr="00673147" w:rsidRDefault="000E3092" w:rsidP="001E7F8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 xml:space="preserve">B. Ćwiczenia audytoryjne: dyskusja, </w:t>
      </w:r>
      <w:proofErr w:type="spellStart"/>
      <w:r w:rsidRPr="00673147">
        <w:rPr>
          <w:rFonts w:ascii="Corbel" w:hAnsi="Corbel"/>
        </w:rPr>
        <w:t>microteaching</w:t>
      </w:r>
      <w:proofErr w:type="spellEnd"/>
      <w:r w:rsidRPr="00673147">
        <w:rPr>
          <w:rFonts w:ascii="Corbel" w:hAnsi="Corbel"/>
        </w:rPr>
        <w:t>, mapa pojęć, praca w grupach</w:t>
      </w:r>
    </w:p>
    <w:p w14:paraId="699D2F80" w14:textId="77777777" w:rsidR="00E960BB" w:rsidRDefault="00E960BB" w:rsidP="001E7F8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1E7F8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45F404D" w14:textId="77777777" w:rsidR="0085747A" w:rsidRPr="009C54AE" w:rsidRDefault="0085747A" w:rsidP="001E7F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6F77FA">
        <w:tc>
          <w:tcPr>
            <w:tcW w:w="1962" w:type="dxa"/>
            <w:vAlign w:val="center"/>
          </w:tcPr>
          <w:p w14:paraId="203F5135" w14:textId="77777777" w:rsidR="0085747A" w:rsidRPr="009C54AE" w:rsidRDefault="0071620A" w:rsidP="001E7F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40124020" w:rsidR="0085747A" w:rsidRPr="009C54AE" w:rsidRDefault="001227CC" w:rsidP="001E7F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1E7F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1E7F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1E7F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27CC" w:rsidRPr="00673147" w14:paraId="7D572EA1" w14:textId="77777777" w:rsidTr="003D5A43">
        <w:tc>
          <w:tcPr>
            <w:tcW w:w="1962" w:type="dxa"/>
          </w:tcPr>
          <w:p w14:paraId="24647490" w14:textId="77777777" w:rsidR="001227CC" w:rsidRPr="00673147" w:rsidRDefault="001227CC" w:rsidP="001E7F8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3CD889D6" w14:textId="78FF62B0" w:rsidR="001227CC" w:rsidRPr="001227CC" w:rsidRDefault="001227CC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Kolokwium</w:t>
            </w:r>
            <w:r w:rsidR="002325CA">
              <w:rPr>
                <w:rFonts w:ascii="Corbel" w:hAnsi="Corbel"/>
                <w:b w:val="0"/>
                <w:smallCaps w:val="0"/>
              </w:rPr>
              <w:t>, egzamin</w:t>
            </w:r>
          </w:p>
        </w:tc>
        <w:tc>
          <w:tcPr>
            <w:tcW w:w="2117" w:type="dxa"/>
          </w:tcPr>
          <w:p w14:paraId="5A2CA232" w14:textId="54313E70" w:rsidR="001227CC" w:rsidRPr="001227CC" w:rsidRDefault="002325CA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264316CD" w14:textId="77777777" w:rsidTr="003D5A43">
        <w:tc>
          <w:tcPr>
            <w:tcW w:w="1962" w:type="dxa"/>
          </w:tcPr>
          <w:p w14:paraId="14A4C7DC" w14:textId="77777777" w:rsidR="001227CC" w:rsidRPr="00673147" w:rsidRDefault="001227CC" w:rsidP="001E7F8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441" w:type="dxa"/>
          </w:tcPr>
          <w:p w14:paraId="1093EFA8" w14:textId="5B9907A1" w:rsidR="001227CC" w:rsidRPr="001227CC" w:rsidRDefault="002325CA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="001227CC"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165DC45E" w14:textId="10A79337" w:rsidR="001227CC" w:rsidRPr="001227CC" w:rsidRDefault="002325CA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B977D4" w:rsidRPr="00673147" w14:paraId="082E4A41" w14:textId="77777777" w:rsidTr="003D5A43">
        <w:tc>
          <w:tcPr>
            <w:tcW w:w="1962" w:type="dxa"/>
          </w:tcPr>
          <w:p w14:paraId="76CE8957" w14:textId="77777777" w:rsidR="00B977D4" w:rsidRPr="00673147" w:rsidRDefault="00B977D4" w:rsidP="001E7F8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6C77CAC2" w14:textId="51B09D87" w:rsidR="00B977D4" w:rsidRPr="001227CC" w:rsidRDefault="00B977D4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4AAA73EE" w14:textId="7F981749" w:rsidR="00B977D4" w:rsidRPr="001227CC" w:rsidRDefault="00B977D4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1227CC" w:rsidRPr="00673147" w14:paraId="59C2DC44" w14:textId="77777777" w:rsidTr="003D5A43">
        <w:tc>
          <w:tcPr>
            <w:tcW w:w="1962" w:type="dxa"/>
          </w:tcPr>
          <w:p w14:paraId="72E35C74" w14:textId="77777777" w:rsidR="001227CC" w:rsidRPr="00673147" w:rsidRDefault="001227CC" w:rsidP="001E7F8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175EBADD" w14:textId="2AAD65BA" w:rsidR="001227CC" w:rsidRPr="001227CC" w:rsidRDefault="001227CC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28337958" w14:textId="720D6D83" w:rsidR="001227CC" w:rsidRPr="001227CC" w:rsidRDefault="00B977D4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B977D4" w:rsidRPr="00673147" w14:paraId="16C7C997" w14:textId="77777777" w:rsidTr="003D5A43">
        <w:tc>
          <w:tcPr>
            <w:tcW w:w="1962" w:type="dxa"/>
          </w:tcPr>
          <w:p w14:paraId="2388F87E" w14:textId="77777777" w:rsidR="00B977D4" w:rsidRPr="00673147" w:rsidRDefault="00B977D4" w:rsidP="001E7F8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58B1C0CE" w14:textId="19A84597" w:rsidR="00B977D4" w:rsidRPr="001227CC" w:rsidRDefault="00B977D4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363E802B" w14:textId="12114D0F" w:rsidR="00B977D4" w:rsidRPr="001227CC" w:rsidRDefault="00B977D4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3058DBCF" w14:textId="77777777" w:rsidTr="003D5A43">
        <w:tc>
          <w:tcPr>
            <w:tcW w:w="1962" w:type="dxa"/>
          </w:tcPr>
          <w:p w14:paraId="098D62C7" w14:textId="77777777" w:rsidR="001227CC" w:rsidRPr="00673147" w:rsidRDefault="001227CC" w:rsidP="001E7F8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10131342" w14:textId="75F93C9E" w:rsidR="001227CC" w:rsidRPr="001227CC" w:rsidRDefault="001227CC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Obserwacja w trakcie zajęć</w:t>
            </w:r>
          </w:p>
        </w:tc>
        <w:tc>
          <w:tcPr>
            <w:tcW w:w="2117" w:type="dxa"/>
          </w:tcPr>
          <w:p w14:paraId="46D68FD6" w14:textId="59639051" w:rsidR="001227CC" w:rsidRPr="001227CC" w:rsidRDefault="00B977D4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</w:tbl>
    <w:p w14:paraId="32292305" w14:textId="77777777" w:rsidR="00923D7D" w:rsidRPr="009C54AE" w:rsidRDefault="00923D7D" w:rsidP="001E7F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1E7F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1E91CE94" w14:textId="77777777" w:rsidR="00ED3D0C" w:rsidRPr="00B977D4" w:rsidRDefault="00ED3D0C" w:rsidP="001E7F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B977D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5AAED6EF" w14:textId="77777777" w:rsidR="00ED3D0C" w:rsidRPr="00B977D4" w:rsidRDefault="00ED3D0C" w:rsidP="001E7F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B977D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</w:t>
            </w:r>
          </w:p>
          <w:p w14:paraId="0078807F" w14:textId="77777777" w:rsidR="00ED3D0C" w:rsidRPr="00B977D4" w:rsidRDefault="00ED3D0C" w:rsidP="001E7F82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29E62A4E" w14:textId="77777777" w:rsidR="00ED3D0C" w:rsidRPr="00B977D4" w:rsidRDefault="00ED3D0C" w:rsidP="001E7F82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B977D4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B977D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F1C594" w14:textId="77777777" w:rsidR="00ED3D0C" w:rsidRPr="00B977D4" w:rsidRDefault="00ED3D0C" w:rsidP="001E7F82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3F35C2E7" w14:textId="77777777" w:rsidR="00ED3D0C" w:rsidRPr="00B977D4" w:rsidRDefault="00ED3D0C" w:rsidP="001E7F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0C82EB04" w14:textId="77777777" w:rsidR="00ED3D0C" w:rsidRPr="00B977D4" w:rsidRDefault="00ED3D0C" w:rsidP="001E7F82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157EBCCA" w14:textId="77777777" w:rsidR="00ED3D0C" w:rsidRPr="00B977D4" w:rsidRDefault="00ED3D0C" w:rsidP="001E7F82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3A1D5E09" w14:textId="77777777" w:rsidR="00ED3D0C" w:rsidRPr="00B977D4" w:rsidRDefault="00ED3D0C" w:rsidP="001E7F82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13AD5225" w14:textId="77777777" w:rsidR="00ED3D0C" w:rsidRPr="00B977D4" w:rsidRDefault="00ED3D0C" w:rsidP="001E7F82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7B3504DE" w14:textId="77777777" w:rsidR="00ED3D0C" w:rsidRPr="00B977D4" w:rsidRDefault="00ED3D0C" w:rsidP="001E7F82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3C08B807" w:rsidR="0085747A" w:rsidRPr="00ED3D0C" w:rsidRDefault="00ED3D0C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77D4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4EB3F02D" w:rsidR="0085747A" w:rsidRDefault="0085747A" w:rsidP="001E7F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1E7F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1E7F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1E7F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5781C55D" w:rsidR="0085747A" w:rsidRPr="009C54AE" w:rsidRDefault="007D771F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517F67" w:rsidR="00C61DC5" w:rsidRPr="009C54AE" w:rsidRDefault="00C61DC5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E78AA">
              <w:rPr>
                <w:rFonts w:ascii="Corbel" w:hAnsi="Corbel"/>
                <w:sz w:val="24"/>
                <w:szCs w:val="24"/>
              </w:rPr>
              <w:t>:</w:t>
            </w:r>
          </w:p>
          <w:p w14:paraId="142DDE05" w14:textId="77777777" w:rsidR="009E78AA" w:rsidRDefault="009E78AA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05C1FF6C" w14:textId="6DD29B0E" w:rsidR="00C61DC5" w:rsidRPr="009C54AE" w:rsidRDefault="009E78AA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78336BBE" w14:textId="77777777" w:rsidR="00BC08F7" w:rsidRDefault="00BC08F7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E6D6C05" w14:textId="4D71AFB2" w:rsidR="00C61DC5" w:rsidRDefault="00BC08F7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7E7072C0" w14:textId="27B727B5" w:rsidR="00290D57" w:rsidRPr="009C54AE" w:rsidRDefault="00BC08F7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68EA8B2" w14:textId="77777777" w:rsidR="009E78AA" w:rsidRDefault="009E78AA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9E7CB51" w14:textId="3EF54385" w:rsidR="009E78AA" w:rsidRDefault="00C61DC5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9E78AA">
              <w:rPr>
                <w:rFonts w:ascii="Corbel" w:hAnsi="Corbel"/>
                <w:sz w:val="24"/>
                <w:szCs w:val="24"/>
              </w:rPr>
              <w:t>-</w:t>
            </w:r>
            <w:r w:rsidR="00740499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622C0F1E" w14:textId="7A48FBCB" w:rsidR="009E78AA" w:rsidRDefault="009E78AA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projektu</w:t>
            </w:r>
          </w:p>
          <w:p w14:paraId="316FA4BA" w14:textId="36D69017" w:rsidR="00C61DC5" w:rsidRPr="009C54AE" w:rsidRDefault="00740499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E78AA"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1236737A" w14:textId="4D0B5E03" w:rsidR="00C61DC5" w:rsidRDefault="00C61DC5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D9D6387" w14:textId="77777777" w:rsidR="009E78AA" w:rsidRDefault="009E78AA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77809D1" w14:textId="7DF33BA0" w:rsidR="009E78AA" w:rsidRDefault="00BC08F7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19A12146" w14:textId="3271FB9A" w:rsidR="009E78AA" w:rsidRDefault="00BC08F7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348A5AB8" w14:textId="02E05D62" w:rsidR="009E78AA" w:rsidRDefault="009E78AA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230F43D2" w14:textId="016D0E38" w:rsidR="009E78AA" w:rsidRPr="009C54AE" w:rsidRDefault="009E78AA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D56ACB3" w14:textId="25CC3175" w:rsidR="0085747A" w:rsidRPr="009C54AE" w:rsidRDefault="007D771F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1F02E81" w:rsidR="0085747A" w:rsidRPr="009C54AE" w:rsidRDefault="007D771F" w:rsidP="001E7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1E7F8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1E7F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1E7F8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F024CDE" w:rsidR="0085747A" w:rsidRPr="009C54AE" w:rsidRDefault="00BC012E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1D72279E" w:rsidR="0085747A" w:rsidRPr="009C54AE" w:rsidRDefault="00BC012E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14:paraId="022DC013" w14:textId="77777777" w:rsidR="003E1941" w:rsidRPr="009C54AE" w:rsidRDefault="003E1941" w:rsidP="001E7F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1E7F8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F2B81" w14:paraId="67DF81D3" w14:textId="77777777" w:rsidTr="00014054">
        <w:trPr>
          <w:trHeight w:val="397"/>
        </w:trPr>
        <w:tc>
          <w:tcPr>
            <w:tcW w:w="9639" w:type="dxa"/>
          </w:tcPr>
          <w:p w14:paraId="214EA3D5" w14:textId="77777777" w:rsidR="0085747A" w:rsidRDefault="0085747A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6F9CC4" w14:textId="77777777" w:rsidR="00014054" w:rsidRPr="00822217" w:rsidRDefault="00014054" w:rsidP="001E7F82">
            <w:pPr>
              <w:pStyle w:val="Akapitzlist"/>
              <w:numPr>
                <w:ilvl w:val="0"/>
                <w:numId w:val="7"/>
              </w:numPr>
              <w:snapToGrid w:val="0"/>
              <w:spacing w:after="0" w:line="240" w:lineRule="auto"/>
              <w:ind w:left="426" w:hanging="426"/>
              <w:rPr>
                <w:rFonts w:ascii="Corbel" w:hAnsi="Corbel"/>
              </w:rPr>
            </w:pPr>
            <w:r w:rsidRPr="00822217">
              <w:rPr>
                <w:rFonts w:ascii="Corbel" w:hAnsi="Corbel"/>
              </w:rPr>
              <w:t xml:space="preserve">Bereźnicki F., </w:t>
            </w:r>
            <w:r w:rsidRPr="00822217">
              <w:rPr>
                <w:rFonts w:ascii="Corbel" w:hAnsi="Corbel"/>
                <w:i/>
              </w:rPr>
              <w:t>Dydaktyka szkolna dla kandydatów na nauczycieli</w:t>
            </w:r>
            <w:r w:rsidRPr="00822217">
              <w:rPr>
                <w:rFonts w:ascii="Corbel" w:hAnsi="Corbel"/>
              </w:rPr>
              <w:t>. Impuls, Kraków 2015.</w:t>
            </w:r>
          </w:p>
          <w:p w14:paraId="0086820E" w14:textId="7B004DD6" w:rsidR="00C17F6B" w:rsidRPr="00822217" w:rsidRDefault="00014054" w:rsidP="001E7F82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Hattie</w:t>
            </w:r>
            <w:proofErr w:type="spellEnd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J., </w:t>
            </w:r>
            <w:r w:rsidRPr="0082221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Widoczne uczenie się dla nauczycieli. Jak maksymalizować siłę oddziaływania na uczenie się</w:t>
            </w: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Centrum Edukacji Obywatelskiej, Warszawa 2015.</w:t>
            </w:r>
          </w:p>
          <w:p w14:paraId="55B70805" w14:textId="150804D0" w:rsidR="005F2B81" w:rsidRPr="00822217" w:rsidRDefault="005F2B81" w:rsidP="001E7F82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Lib W., Walat W. (red.), </w:t>
            </w:r>
            <w:r w:rsidRPr="0082221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Teoretyczne podstawy kształcenia ogólnego. Podręcznik akademicki dla studentów pedagogiki i przyszłych nauczycieli</w:t>
            </w:r>
            <w:r w:rsidR="004465C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Wyd. UR, Rzeszów 2021</w:t>
            </w: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  <w:p w14:paraId="56070F37" w14:textId="139CC6E2" w:rsidR="00014054" w:rsidRPr="005F2B81" w:rsidRDefault="00014054" w:rsidP="001E7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981F2E0" w14:textId="77777777" w:rsidTr="00014054">
        <w:trPr>
          <w:trHeight w:val="397"/>
        </w:trPr>
        <w:tc>
          <w:tcPr>
            <w:tcW w:w="9639" w:type="dxa"/>
          </w:tcPr>
          <w:p w14:paraId="6CA3FBF4" w14:textId="77777777" w:rsidR="0085747A" w:rsidRPr="00740499" w:rsidRDefault="0085747A" w:rsidP="001E7F8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Literatura uzupełniająca: </w:t>
            </w:r>
          </w:p>
          <w:p w14:paraId="57AEE528" w14:textId="77777777" w:rsidR="005F2B81" w:rsidRPr="00740499" w:rsidRDefault="005F2B81" w:rsidP="001E7F82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Bereźnicki F.,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sz w:val="22"/>
              </w:rPr>
              <w:t>Podstawy kształcenia ogólnego</w:t>
            </w: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>, O.W. Impuls, Kraków 2011.</w:t>
            </w:r>
          </w:p>
          <w:p w14:paraId="0E955A1C" w14:textId="4B6E0B28" w:rsidR="00A75E35" w:rsidRPr="00740499" w:rsidRDefault="00A75E35" w:rsidP="001E7F82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proofErr w:type="spellStart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Półturzycki</w:t>
            </w:r>
            <w:proofErr w:type="spellEnd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 J.,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Niepokój o dydaktykę</w:t>
            </w: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ITE, Warszawa-Radom 2014.</w:t>
            </w:r>
          </w:p>
          <w:p w14:paraId="4309F1BD" w14:textId="77777777" w:rsidR="005F2B81" w:rsidRPr="00740499" w:rsidRDefault="005F2B81" w:rsidP="001E7F82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ind w:left="426" w:hanging="426"/>
              <w:rPr>
                <w:rFonts w:ascii="Corbel" w:hAnsi="Corbel" w:cstheme="minorHAnsi"/>
              </w:rPr>
            </w:pPr>
            <w:proofErr w:type="spellStart"/>
            <w:r w:rsidRPr="00740499">
              <w:rPr>
                <w:rFonts w:ascii="Corbel" w:hAnsi="Corbel" w:cstheme="minorHAnsi"/>
              </w:rPr>
              <w:t>Brudnik</w:t>
            </w:r>
            <w:proofErr w:type="spellEnd"/>
            <w:r w:rsidRPr="00740499">
              <w:rPr>
                <w:rFonts w:ascii="Corbel" w:hAnsi="Corbel" w:cstheme="minorHAnsi"/>
              </w:rPr>
              <w:t xml:space="preserve"> E., Moszyńska A., Owczarska B., </w:t>
            </w:r>
            <w:r w:rsidRPr="00740499">
              <w:rPr>
                <w:rFonts w:ascii="Corbel" w:hAnsi="Corbel" w:cstheme="minorHAnsi"/>
                <w:i/>
              </w:rPr>
              <w:t>Ja i mój uczeń pracujemy aktywnie</w:t>
            </w:r>
            <w:r w:rsidRPr="00740499">
              <w:rPr>
                <w:rFonts w:ascii="Corbel" w:hAnsi="Corbel" w:cstheme="minorHAnsi"/>
              </w:rPr>
              <w:t xml:space="preserve">. </w:t>
            </w:r>
            <w:r w:rsidRPr="00740499">
              <w:rPr>
                <w:rFonts w:ascii="Corbel" w:hAnsi="Corbel" w:cstheme="minorHAnsi"/>
                <w:i/>
              </w:rPr>
              <w:t>Przewodnik po metodach aktywizujących</w:t>
            </w:r>
            <w:r w:rsidRPr="00740499">
              <w:rPr>
                <w:rFonts w:ascii="Corbel" w:hAnsi="Corbel" w:cstheme="minorHAnsi"/>
              </w:rPr>
              <w:t>, „Jedność”, Kielce 2010.</w:t>
            </w:r>
          </w:p>
          <w:p w14:paraId="12AEAB22" w14:textId="6B9A1163" w:rsidR="00A75E35" w:rsidRPr="00740499" w:rsidRDefault="00A75E35" w:rsidP="001E7F82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proofErr w:type="spellStart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Spitzer</w:t>
            </w:r>
            <w:proofErr w:type="spellEnd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 M.,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Jak uczy się mózg</w:t>
            </w: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PWN, Warszawa 2012</w:t>
            </w:r>
            <w:r w:rsidR="005F2B81"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</w:t>
            </w:r>
          </w:p>
          <w:p w14:paraId="04847B7C" w14:textId="60EFDAA6" w:rsidR="00C17F6B" w:rsidRPr="005F2B81" w:rsidRDefault="00C17F6B" w:rsidP="001E7F8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9C54AE" w:rsidRDefault="0085747A" w:rsidP="001E7F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1E7F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1E7F8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ABD7D" w14:textId="77777777" w:rsidR="00530151" w:rsidRDefault="00530151" w:rsidP="00C16ABF">
      <w:pPr>
        <w:spacing w:after="0" w:line="240" w:lineRule="auto"/>
      </w:pPr>
      <w:r>
        <w:separator/>
      </w:r>
    </w:p>
  </w:endnote>
  <w:endnote w:type="continuationSeparator" w:id="0">
    <w:p w14:paraId="3A5D7DFB" w14:textId="77777777" w:rsidR="00530151" w:rsidRDefault="005301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17450" w14:textId="77777777" w:rsidR="00530151" w:rsidRDefault="00530151" w:rsidP="00C16ABF">
      <w:pPr>
        <w:spacing w:after="0" w:line="240" w:lineRule="auto"/>
      </w:pPr>
      <w:r>
        <w:separator/>
      </w:r>
    </w:p>
  </w:footnote>
  <w:footnote w:type="continuationSeparator" w:id="0">
    <w:p w14:paraId="35098708" w14:textId="77777777" w:rsidR="00530151" w:rsidRDefault="00530151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6E5CDC" w:rsidRDefault="006E5C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429B"/>
    <w:multiLevelType w:val="hybridMultilevel"/>
    <w:tmpl w:val="EE7A70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E5741"/>
    <w:multiLevelType w:val="hybridMultilevel"/>
    <w:tmpl w:val="1C740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1213C2"/>
    <w:multiLevelType w:val="hybridMultilevel"/>
    <w:tmpl w:val="F996783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B3524"/>
    <w:multiLevelType w:val="hybridMultilevel"/>
    <w:tmpl w:val="D0120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776FA"/>
    <w:multiLevelType w:val="hybridMultilevel"/>
    <w:tmpl w:val="76C04532"/>
    <w:lvl w:ilvl="0" w:tplc="FBD83D1E">
      <w:start w:val="1"/>
      <w:numFmt w:val="decimal"/>
      <w:lvlText w:val="%1."/>
      <w:lvlJc w:val="left"/>
      <w:pPr>
        <w:ind w:left="9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1B3DFC"/>
    <w:multiLevelType w:val="hybridMultilevel"/>
    <w:tmpl w:val="6C683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054"/>
    <w:rsid w:val="00015B8F"/>
    <w:rsid w:val="00021246"/>
    <w:rsid w:val="00022ECE"/>
    <w:rsid w:val="00042A51"/>
    <w:rsid w:val="00042D2E"/>
    <w:rsid w:val="00044C82"/>
    <w:rsid w:val="00056A8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C67"/>
    <w:rsid w:val="000C5284"/>
    <w:rsid w:val="000D04B0"/>
    <w:rsid w:val="000E3092"/>
    <w:rsid w:val="000F1C57"/>
    <w:rsid w:val="000F5615"/>
    <w:rsid w:val="00112111"/>
    <w:rsid w:val="001227C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F82"/>
    <w:rsid w:val="001F2169"/>
    <w:rsid w:val="001F2CA2"/>
    <w:rsid w:val="002057ED"/>
    <w:rsid w:val="002144C0"/>
    <w:rsid w:val="0022477D"/>
    <w:rsid w:val="002278A9"/>
    <w:rsid w:val="002325CA"/>
    <w:rsid w:val="002336F9"/>
    <w:rsid w:val="0024028F"/>
    <w:rsid w:val="00244ABC"/>
    <w:rsid w:val="00270E52"/>
    <w:rsid w:val="00271D90"/>
    <w:rsid w:val="00281FF2"/>
    <w:rsid w:val="002857DE"/>
    <w:rsid w:val="002873DE"/>
    <w:rsid w:val="00290D57"/>
    <w:rsid w:val="00291567"/>
    <w:rsid w:val="00292CC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E1"/>
    <w:rsid w:val="002F02A3"/>
    <w:rsid w:val="002F4ABE"/>
    <w:rsid w:val="003018BA"/>
    <w:rsid w:val="0030395F"/>
    <w:rsid w:val="00305C92"/>
    <w:rsid w:val="003151C5"/>
    <w:rsid w:val="00322ABD"/>
    <w:rsid w:val="003343CF"/>
    <w:rsid w:val="00340231"/>
    <w:rsid w:val="00346FE9"/>
    <w:rsid w:val="0034759A"/>
    <w:rsid w:val="003503F6"/>
    <w:rsid w:val="003530DD"/>
    <w:rsid w:val="003546F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FEB"/>
    <w:rsid w:val="003F13F5"/>
    <w:rsid w:val="003F38C0"/>
    <w:rsid w:val="00401CD7"/>
    <w:rsid w:val="00414E3C"/>
    <w:rsid w:val="0042244A"/>
    <w:rsid w:val="0042745A"/>
    <w:rsid w:val="00431D5C"/>
    <w:rsid w:val="00433A5F"/>
    <w:rsid w:val="004362C6"/>
    <w:rsid w:val="00437FA2"/>
    <w:rsid w:val="0044030C"/>
    <w:rsid w:val="00445970"/>
    <w:rsid w:val="004465C8"/>
    <w:rsid w:val="0045729E"/>
    <w:rsid w:val="00461EFC"/>
    <w:rsid w:val="004652C2"/>
    <w:rsid w:val="004706D1"/>
    <w:rsid w:val="00471326"/>
    <w:rsid w:val="0047598D"/>
    <w:rsid w:val="00482D78"/>
    <w:rsid w:val="004840FD"/>
    <w:rsid w:val="00486959"/>
    <w:rsid w:val="00490F7D"/>
    <w:rsid w:val="00491678"/>
    <w:rsid w:val="004968E2"/>
    <w:rsid w:val="004A3EEA"/>
    <w:rsid w:val="004A4D1F"/>
    <w:rsid w:val="004B1788"/>
    <w:rsid w:val="004C48ED"/>
    <w:rsid w:val="004D5282"/>
    <w:rsid w:val="004D6FEA"/>
    <w:rsid w:val="004F1551"/>
    <w:rsid w:val="004F3A94"/>
    <w:rsid w:val="004F55A3"/>
    <w:rsid w:val="0050496F"/>
    <w:rsid w:val="00513B6F"/>
    <w:rsid w:val="00517C63"/>
    <w:rsid w:val="00526C94"/>
    <w:rsid w:val="00530151"/>
    <w:rsid w:val="005363C4"/>
    <w:rsid w:val="00536BDE"/>
    <w:rsid w:val="00543ACC"/>
    <w:rsid w:val="00564970"/>
    <w:rsid w:val="00564D32"/>
    <w:rsid w:val="0056696D"/>
    <w:rsid w:val="00573EF9"/>
    <w:rsid w:val="00581FDE"/>
    <w:rsid w:val="0059484D"/>
    <w:rsid w:val="005A0855"/>
    <w:rsid w:val="005A3196"/>
    <w:rsid w:val="005C080F"/>
    <w:rsid w:val="005C55E5"/>
    <w:rsid w:val="005C696A"/>
    <w:rsid w:val="005E6E85"/>
    <w:rsid w:val="005F2B81"/>
    <w:rsid w:val="005F31D2"/>
    <w:rsid w:val="0061029B"/>
    <w:rsid w:val="00617230"/>
    <w:rsid w:val="00621CE1"/>
    <w:rsid w:val="006272CA"/>
    <w:rsid w:val="00627FC9"/>
    <w:rsid w:val="00636AB1"/>
    <w:rsid w:val="00647FA8"/>
    <w:rsid w:val="00650C5F"/>
    <w:rsid w:val="00654934"/>
    <w:rsid w:val="006620D9"/>
    <w:rsid w:val="00671958"/>
    <w:rsid w:val="00675843"/>
    <w:rsid w:val="0068166F"/>
    <w:rsid w:val="00696477"/>
    <w:rsid w:val="006C51FD"/>
    <w:rsid w:val="006D050F"/>
    <w:rsid w:val="006D6139"/>
    <w:rsid w:val="006E5CDC"/>
    <w:rsid w:val="006E5D65"/>
    <w:rsid w:val="006F1282"/>
    <w:rsid w:val="006F1FBC"/>
    <w:rsid w:val="006F242F"/>
    <w:rsid w:val="006F31E2"/>
    <w:rsid w:val="006F65F5"/>
    <w:rsid w:val="006F77FA"/>
    <w:rsid w:val="00706544"/>
    <w:rsid w:val="007072BA"/>
    <w:rsid w:val="0071620A"/>
    <w:rsid w:val="00724677"/>
    <w:rsid w:val="00725459"/>
    <w:rsid w:val="007327BD"/>
    <w:rsid w:val="00733BE1"/>
    <w:rsid w:val="00734608"/>
    <w:rsid w:val="00740499"/>
    <w:rsid w:val="00745302"/>
    <w:rsid w:val="007461D6"/>
    <w:rsid w:val="00746EC8"/>
    <w:rsid w:val="00750B15"/>
    <w:rsid w:val="00763BF1"/>
    <w:rsid w:val="00766FD4"/>
    <w:rsid w:val="0078168C"/>
    <w:rsid w:val="00787C2A"/>
    <w:rsid w:val="00790E27"/>
    <w:rsid w:val="007A0B08"/>
    <w:rsid w:val="007A4022"/>
    <w:rsid w:val="007A6E6E"/>
    <w:rsid w:val="007B3F02"/>
    <w:rsid w:val="007C3299"/>
    <w:rsid w:val="007C3BCC"/>
    <w:rsid w:val="007C4546"/>
    <w:rsid w:val="007D6B6C"/>
    <w:rsid w:val="007D6E56"/>
    <w:rsid w:val="007D6E75"/>
    <w:rsid w:val="007D771F"/>
    <w:rsid w:val="007E00B9"/>
    <w:rsid w:val="007F1652"/>
    <w:rsid w:val="007F4155"/>
    <w:rsid w:val="0080383B"/>
    <w:rsid w:val="0081554D"/>
    <w:rsid w:val="0081707E"/>
    <w:rsid w:val="00822217"/>
    <w:rsid w:val="008449B3"/>
    <w:rsid w:val="0085747A"/>
    <w:rsid w:val="008627ED"/>
    <w:rsid w:val="00881FE0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8F1"/>
    <w:rsid w:val="008E64F4"/>
    <w:rsid w:val="008F12C9"/>
    <w:rsid w:val="008F6E29"/>
    <w:rsid w:val="00914A5B"/>
    <w:rsid w:val="00916188"/>
    <w:rsid w:val="00923D7D"/>
    <w:rsid w:val="009508DF"/>
    <w:rsid w:val="00950DAC"/>
    <w:rsid w:val="00952719"/>
    <w:rsid w:val="00954A07"/>
    <w:rsid w:val="00997F14"/>
    <w:rsid w:val="009A532F"/>
    <w:rsid w:val="009A78D9"/>
    <w:rsid w:val="009C1331"/>
    <w:rsid w:val="009C3E31"/>
    <w:rsid w:val="009C54AE"/>
    <w:rsid w:val="009C788E"/>
    <w:rsid w:val="009D28E7"/>
    <w:rsid w:val="009E3B41"/>
    <w:rsid w:val="009E78AA"/>
    <w:rsid w:val="009F3C5C"/>
    <w:rsid w:val="009F4610"/>
    <w:rsid w:val="00A00ECC"/>
    <w:rsid w:val="00A139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E3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A"/>
    <w:rsid w:val="00B135B1"/>
    <w:rsid w:val="00B3130B"/>
    <w:rsid w:val="00B40ADB"/>
    <w:rsid w:val="00B43B77"/>
    <w:rsid w:val="00B43E80"/>
    <w:rsid w:val="00B607DB"/>
    <w:rsid w:val="00B64A40"/>
    <w:rsid w:val="00B66529"/>
    <w:rsid w:val="00B75946"/>
    <w:rsid w:val="00B8056E"/>
    <w:rsid w:val="00B805A6"/>
    <w:rsid w:val="00B819C8"/>
    <w:rsid w:val="00B82308"/>
    <w:rsid w:val="00B90885"/>
    <w:rsid w:val="00B91897"/>
    <w:rsid w:val="00B977D4"/>
    <w:rsid w:val="00BB520A"/>
    <w:rsid w:val="00BC012E"/>
    <w:rsid w:val="00BC08F7"/>
    <w:rsid w:val="00BD3869"/>
    <w:rsid w:val="00BD66E9"/>
    <w:rsid w:val="00BD6FF4"/>
    <w:rsid w:val="00BF2C41"/>
    <w:rsid w:val="00BF3088"/>
    <w:rsid w:val="00C058B4"/>
    <w:rsid w:val="00C05F44"/>
    <w:rsid w:val="00C108DC"/>
    <w:rsid w:val="00C131B5"/>
    <w:rsid w:val="00C16ABF"/>
    <w:rsid w:val="00C170AE"/>
    <w:rsid w:val="00C17F6B"/>
    <w:rsid w:val="00C25493"/>
    <w:rsid w:val="00C26CB7"/>
    <w:rsid w:val="00C324C1"/>
    <w:rsid w:val="00C36992"/>
    <w:rsid w:val="00C56036"/>
    <w:rsid w:val="00C61DC5"/>
    <w:rsid w:val="00C65AF1"/>
    <w:rsid w:val="00C67E92"/>
    <w:rsid w:val="00C70A26"/>
    <w:rsid w:val="00C766DF"/>
    <w:rsid w:val="00C94B98"/>
    <w:rsid w:val="00CA2B96"/>
    <w:rsid w:val="00CA5089"/>
    <w:rsid w:val="00CB42CB"/>
    <w:rsid w:val="00CC0147"/>
    <w:rsid w:val="00CC6269"/>
    <w:rsid w:val="00CD6897"/>
    <w:rsid w:val="00CE5BAC"/>
    <w:rsid w:val="00CF25BE"/>
    <w:rsid w:val="00CF78ED"/>
    <w:rsid w:val="00D02B25"/>
    <w:rsid w:val="00D02EBA"/>
    <w:rsid w:val="00D17C3C"/>
    <w:rsid w:val="00D26B2C"/>
    <w:rsid w:val="00D27B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96E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77B2"/>
    <w:rsid w:val="00EC1EFF"/>
    <w:rsid w:val="00EC4899"/>
    <w:rsid w:val="00EC656F"/>
    <w:rsid w:val="00ED03AB"/>
    <w:rsid w:val="00ED32D2"/>
    <w:rsid w:val="00ED3D0C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4A93E37B-9D16-480D-8880-2BF67D62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F2B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83683-5090-4B7A-8967-1F462CC82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5</Pages>
  <Words>1523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ww</cp:lastModifiedBy>
  <cp:revision>23</cp:revision>
  <cp:lastPrinted>2019-12-06T09:58:00Z</cp:lastPrinted>
  <dcterms:created xsi:type="dcterms:W3CDTF">2019-11-20T17:00:00Z</dcterms:created>
  <dcterms:modified xsi:type="dcterms:W3CDTF">2024-02-29T19:46:00Z</dcterms:modified>
</cp:coreProperties>
</file>